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D50B14">
      <w:r>
        <w:rPr>
          <w:noProof/>
        </w:rPr>
        <w:pict>
          <v:rect id="_x0000_s1035" style="position:absolute;left:0;text-align:left;margin-left:-182.2pt;margin-top:4.05pt;width:50.25pt;height:492.75pt;z-index:251671552">
            <v:textbox inset="5.85pt,.7pt,5.85pt,.7pt"/>
            <w10:wrap anchorx="page" anchory="page"/>
          </v:rect>
        </w:pict>
      </w:r>
      <w:r w:rsidR="007D5231">
        <w:rPr>
          <w:rFonts w:hint="eastAsia"/>
        </w:rPr>
        <w:t xml:space="preserve">　</w:t>
      </w:r>
      <w:r>
        <w:rPr>
          <w:rFonts w:hint="eastAsia"/>
        </w:rPr>
        <w:t>五</w:t>
      </w:r>
      <w:r w:rsidR="007D5231">
        <w:rPr>
          <w:rFonts w:hint="eastAsia"/>
        </w:rPr>
        <w:t>月</w:t>
      </w:r>
      <w:r>
        <w:rPr>
          <w:rFonts w:hint="eastAsia"/>
        </w:rPr>
        <w:t>二十六</w:t>
      </w:r>
      <w:r w:rsidR="007D5231">
        <w:rPr>
          <w:rFonts w:hint="eastAsia"/>
        </w:rPr>
        <w:t xml:space="preserve">日（　　</w:t>
      </w:r>
      <w:r>
        <w:rPr>
          <w:rFonts w:hint="eastAsia"/>
        </w:rPr>
        <w:t>二時間目</w:t>
      </w:r>
      <w:bookmarkStart w:id="0" w:name="_GoBack"/>
      <w:bookmarkEnd w:id="0"/>
      <w:r w:rsidR="007D5231"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942E1F">
        <w:rPr>
          <w:rFonts w:hint="eastAsia"/>
          <w:sz w:val="24"/>
        </w:rPr>
        <w:t xml:space="preserve"> </w:t>
      </w:r>
      <w:r w:rsidR="00746D4E">
        <w:rPr>
          <w:rFonts w:hint="eastAsia"/>
          <w:sz w:val="24"/>
        </w:rPr>
        <w:t>かたかなで　書く　言葉　①</w:t>
      </w:r>
      <w:r w:rsidR="00E21C75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Pr="007D5231" w:rsidRDefault="007D5231" w:rsidP="00CE37D3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C311DC">
        <w:rPr>
          <w:rFonts w:hint="eastAsia"/>
          <w:sz w:val="24"/>
        </w:rPr>
        <w:t xml:space="preserve">　きょうか書</w:t>
      </w:r>
      <w:r w:rsidR="000E0321">
        <w:rPr>
          <w:rFonts w:hint="eastAsia"/>
          <w:sz w:val="24"/>
        </w:rPr>
        <w:t xml:space="preserve">　</w:t>
      </w:r>
      <w:r w:rsidR="00CE37D3">
        <w:rPr>
          <w:rFonts w:hint="eastAsia"/>
          <w:sz w:val="24"/>
        </w:rPr>
        <w:t xml:space="preserve">・　</w:t>
      </w:r>
      <w:r w:rsidR="007124A0">
        <w:rPr>
          <w:rFonts w:hint="eastAsia"/>
          <w:sz w:val="24"/>
        </w:rPr>
        <w:t>かん</w:t>
      </w:r>
      <w:r w:rsidR="000E0321">
        <w:rPr>
          <w:rFonts w:hint="eastAsia"/>
          <w:sz w:val="24"/>
        </w:rPr>
        <w:t>字</w:t>
      </w:r>
      <w:r w:rsidR="00AC3D9E">
        <w:rPr>
          <w:rFonts w:hint="eastAsia"/>
          <w:sz w:val="24"/>
        </w:rPr>
        <w:t>プリント</w:t>
      </w:r>
      <w:r w:rsidR="001B530F">
        <w:rPr>
          <w:rFonts w:hint="eastAsia"/>
          <w:sz w:val="24"/>
        </w:rPr>
        <w:t xml:space="preserve"> </w:t>
      </w:r>
    </w:p>
    <w:p w:rsidR="0040268B" w:rsidRPr="007D5231" w:rsidRDefault="0040268B" w:rsidP="00675375">
      <w:pPr>
        <w:rPr>
          <w:sz w:val="24"/>
        </w:rPr>
      </w:pPr>
    </w:p>
    <w:p w:rsidR="00427E81" w:rsidRDefault="00E21C75" w:rsidP="00427E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①</w:t>
      </w:r>
      <w:r w:rsidR="00746D4E">
        <w:rPr>
          <w:rFonts w:hint="eastAsia"/>
          <w:sz w:val="24"/>
        </w:rPr>
        <w:t>きょうか書　５２</w:t>
      </w:r>
      <w:r w:rsidR="00427E81">
        <w:rPr>
          <w:rFonts w:hint="eastAsia"/>
          <w:sz w:val="24"/>
        </w:rPr>
        <w:t>ページ</w:t>
      </w:r>
      <w:r w:rsidR="00746D4E">
        <w:rPr>
          <w:rFonts w:hint="eastAsia"/>
          <w:sz w:val="24"/>
        </w:rPr>
        <w:t>の　上の　だんを</w:t>
      </w:r>
      <w:r w:rsidR="00427E81">
        <w:rPr>
          <w:rFonts w:hint="eastAsia"/>
          <w:sz w:val="24"/>
        </w:rPr>
        <w:t xml:space="preserve">　</w:t>
      </w:r>
      <w:r w:rsidR="00746D4E">
        <w:rPr>
          <w:rFonts w:hint="eastAsia"/>
          <w:sz w:val="24"/>
        </w:rPr>
        <w:t>見ましょ</w:t>
      </w:r>
      <w:r w:rsidR="00427E81">
        <w:rPr>
          <w:rFonts w:hint="eastAsia"/>
          <w:sz w:val="24"/>
        </w:rPr>
        <w:t>う。</w:t>
      </w:r>
      <w:r w:rsidR="00746D4E">
        <w:rPr>
          <w:rFonts w:hint="eastAsia"/>
          <w:sz w:val="24"/>
        </w:rPr>
        <w:t xml:space="preserve">　左の　子は、　何を　ふしぎに　思っていますか。</w:t>
      </w:r>
    </w:p>
    <w:p w:rsidR="00746D4E" w:rsidRDefault="00746D4E" w:rsidP="00427E81">
      <w:pPr>
        <w:ind w:left="240" w:hangingChars="100" w:hanging="240"/>
        <w:rPr>
          <w:sz w:val="24"/>
        </w:rPr>
      </w:pPr>
    </w:p>
    <w:p w:rsidR="00746D4E" w:rsidRPr="00746D4E" w:rsidRDefault="00746D4E" w:rsidP="00427E81">
      <w:pPr>
        <w:ind w:left="240" w:hangingChars="100" w:hanging="240"/>
        <w:rPr>
          <w:sz w:val="24"/>
        </w:rPr>
      </w:pPr>
    </w:p>
    <w:p w:rsidR="00746D4E" w:rsidRDefault="00746D4E" w:rsidP="00427E81">
      <w:pPr>
        <w:ind w:left="240" w:hangingChars="100" w:hanging="240"/>
        <w:rPr>
          <w:sz w:val="24"/>
        </w:rPr>
      </w:pPr>
    </w:p>
    <w:p w:rsidR="00C514D5" w:rsidRDefault="00C514D5" w:rsidP="00427E81">
      <w:pPr>
        <w:ind w:left="240" w:hangingChars="100" w:hanging="240"/>
        <w:rPr>
          <w:sz w:val="24"/>
        </w:rPr>
      </w:pPr>
    </w:p>
    <w:p w:rsidR="00C514D5" w:rsidRDefault="00E21C75" w:rsidP="00746D4E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746D4E">
        <w:rPr>
          <w:rFonts w:hint="eastAsia"/>
          <w:sz w:val="24"/>
        </w:rPr>
        <w:t>きょうか書</w:t>
      </w:r>
      <w:r w:rsidR="00F249FE">
        <w:rPr>
          <w:rFonts w:hint="eastAsia"/>
          <w:sz w:val="24"/>
        </w:rPr>
        <w:t xml:space="preserve">　５２ページの　下の　だんを　読みましょう。　どのような　言葉を　かたかなで　書きますか。</w:t>
      </w:r>
    </w:p>
    <w:p w:rsidR="00427E81" w:rsidRPr="00C76F1A" w:rsidRDefault="00C76F1A" w:rsidP="00C76F1A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F249FE" w:rsidRPr="00C76F1A">
        <w:rPr>
          <w:rFonts w:ascii="HGP教科書体" w:eastAsia="HGP教科書体" w:hint="eastAsia"/>
          <w:sz w:val="36"/>
        </w:rPr>
        <w:t>①</w:t>
      </w:r>
    </w:p>
    <w:p w:rsidR="00427E81" w:rsidRPr="00C76F1A" w:rsidRDefault="00C76F1A" w:rsidP="00C76F1A">
      <w:pPr>
        <w:rPr>
          <w:rFonts w:ascii="HGP教科書体" w:eastAsia="HGP教科書体"/>
          <w:sz w:val="36"/>
        </w:rPr>
      </w:pPr>
      <w:r>
        <w:rPr>
          <w:rFonts w:ascii="HGP教科書体" w:eastAsia="HGP教科書体" w:hint="eastAsia"/>
          <w:sz w:val="36"/>
        </w:rPr>
        <w:t xml:space="preserve">　　</w:t>
      </w:r>
      <w:r w:rsidR="00F249FE" w:rsidRPr="00C76F1A">
        <w:rPr>
          <w:rFonts w:ascii="HGP教科書体" w:eastAsia="HGP教科書体" w:hint="eastAsia"/>
          <w:sz w:val="36"/>
        </w:rPr>
        <w:t>②</w:t>
      </w:r>
    </w:p>
    <w:p w:rsidR="00427E81" w:rsidRPr="00C76F1A" w:rsidRDefault="00C76F1A" w:rsidP="00427E81">
      <w:pPr>
        <w:ind w:left="360" w:hangingChars="100" w:hanging="360"/>
        <w:rPr>
          <w:rFonts w:ascii="HGP教科書体" w:eastAsia="HGP教科書体"/>
          <w:sz w:val="36"/>
        </w:rPr>
      </w:pPr>
      <w:r>
        <w:rPr>
          <w:rFonts w:ascii="HGP教科書体" w:eastAsia="HGP教科書体" w:hint="eastAsia"/>
          <w:sz w:val="36"/>
        </w:rPr>
        <w:t xml:space="preserve">　　</w:t>
      </w:r>
      <w:r w:rsidR="00F249FE" w:rsidRPr="00C76F1A">
        <w:rPr>
          <w:rFonts w:ascii="HGP教科書体" w:eastAsia="HGP教科書体" w:hint="eastAsia"/>
          <w:sz w:val="36"/>
        </w:rPr>
        <w:t>③</w:t>
      </w:r>
    </w:p>
    <w:p w:rsidR="00427E81" w:rsidRDefault="00C76F1A" w:rsidP="00427E81">
      <w:pPr>
        <w:ind w:left="360" w:hangingChars="100" w:hanging="360"/>
        <w:rPr>
          <w:sz w:val="24"/>
        </w:rPr>
      </w:pPr>
      <w:r>
        <w:rPr>
          <w:rFonts w:ascii="HGP教科書体" w:eastAsia="HGP教科書体" w:hint="eastAsia"/>
          <w:sz w:val="36"/>
        </w:rPr>
        <w:t xml:space="preserve">　　</w:t>
      </w:r>
      <w:r w:rsidR="00F249FE" w:rsidRPr="00C76F1A">
        <w:rPr>
          <w:rFonts w:ascii="HGP教科書体" w:eastAsia="HGP教科書体" w:hint="eastAsia"/>
          <w:sz w:val="36"/>
        </w:rPr>
        <w:t>④</w:t>
      </w:r>
    </w:p>
    <w:p w:rsidR="00E21C75" w:rsidRDefault="00E21C75" w:rsidP="004D4E1C">
      <w:pPr>
        <w:ind w:left="600" w:hangingChars="250" w:hanging="600"/>
        <w:rPr>
          <w:sz w:val="24"/>
        </w:rPr>
      </w:pPr>
    </w:p>
    <w:p w:rsidR="00E21C75" w:rsidRDefault="00F249FE" w:rsidP="004D4E1C">
      <w:pPr>
        <w:ind w:left="600" w:hangingChars="250" w:hanging="600"/>
        <w:rPr>
          <w:sz w:val="24"/>
        </w:rPr>
      </w:pPr>
      <w:r>
        <w:rPr>
          <w:rFonts w:hint="eastAsia"/>
          <w:sz w:val="24"/>
        </w:rPr>
        <w:t>③</w:t>
      </w:r>
      <w:r w:rsidR="0093352D">
        <w:rPr>
          <w:rFonts w:hint="eastAsia"/>
          <w:sz w:val="24"/>
        </w:rPr>
        <w:t>カタカナプリント　かたかなでかくことば　四枚</w:t>
      </w:r>
      <w:r w:rsidR="00E21C75">
        <w:rPr>
          <w:rFonts w:hint="eastAsia"/>
          <w:sz w:val="24"/>
        </w:rPr>
        <w:t xml:space="preserve">を　</w:t>
      </w:r>
      <w:r w:rsidR="00C76F1A">
        <w:rPr>
          <w:rFonts w:hint="eastAsia"/>
          <w:sz w:val="24"/>
        </w:rPr>
        <w:t>やりましょう。</w:t>
      </w:r>
    </w:p>
    <w:p w:rsidR="0093352D" w:rsidRDefault="0093352D" w:rsidP="004D4E1C">
      <w:pPr>
        <w:ind w:left="600" w:hangingChars="250" w:hanging="600"/>
        <w:rPr>
          <w:sz w:val="24"/>
        </w:rPr>
      </w:pPr>
    </w:p>
    <w:p w:rsidR="004D4E1C" w:rsidRDefault="00E21C75" w:rsidP="00F7681D">
      <w:pPr>
        <w:rPr>
          <w:sz w:val="24"/>
        </w:rPr>
      </w:pPr>
      <w:r>
        <w:rPr>
          <w:rFonts w:hint="eastAsia"/>
          <w:sz w:val="24"/>
        </w:rPr>
        <w:t>④</w:t>
      </w:r>
      <w:r w:rsidR="007124A0">
        <w:rPr>
          <w:rFonts w:hint="eastAsia"/>
          <w:sz w:val="24"/>
        </w:rPr>
        <w:t>かん</w:t>
      </w:r>
      <w:r w:rsidR="004D4E1C">
        <w:rPr>
          <w:rFonts w:hint="eastAsia"/>
          <w:sz w:val="24"/>
        </w:rPr>
        <w:t>字</w:t>
      </w:r>
      <w:r w:rsidR="0093352D">
        <w:rPr>
          <w:rFonts w:hint="eastAsia"/>
          <w:sz w:val="24"/>
        </w:rPr>
        <w:t>プリント№３</w:t>
      </w:r>
      <w:r w:rsidR="004D4E1C">
        <w:rPr>
          <w:rFonts w:hint="eastAsia"/>
          <w:sz w:val="24"/>
        </w:rPr>
        <w:t>の</w:t>
      </w:r>
      <w:r w:rsidR="0093352D">
        <w:rPr>
          <w:rFonts w:hint="eastAsia"/>
          <w:sz w:val="24"/>
        </w:rPr>
        <w:t xml:space="preserve">　光・楽</w:t>
      </w:r>
      <w:r w:rsidR="004D4E1C">
        <w:rPr>
          <w:rFonts w:hint="eastAsia"/>
          <w:sz w:val="24"/>
        </w:rPr>
        <w:t xml:space="preserve">　　　を やりましょう。</w:t>
      </w:r>
    </w:p>
    <w:p w:rsidR="00C311DC" w:rsidRPr="001C59C3" w:rsidRDefault="00C311DC" w:rsidP="004D4E1C">
      <w:pPr>
        <w:ind w:left="600" w:hangingChars="250" w:hanging="600"/>
        <w:rPr>
          <w:sz w:val="24"/>
        </w:rPr>
      </w:pPr>
    </w:p>
    <w:p w:rsidR="004D4E1C" w:rsidRDefault="00D50B14" w:rsidP="004D4E1C">
      <w:pPr>
        <w:spacing w:line="0" w:lineRule="atLeast"/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147.05pt;margin-top:6.55pt;width:86.9pt;height:495.6pt;z-index:251670528;mso-width-relative:margin;mso-height-relative:margin">
            <v:textbox style="mso-next-textbox:#_x0000_s1033">
              <w:txbxContent>
                <w:p w:rsidR="004D4E1C" w:rsidRDefault="004D4E1C" w:rsidP="004D4E1C"/>
              </w:txbxContent>
            </v:textbox>
          </v:shape>
        </w:pict>
      </w:r>
      <w:r w:rsidR="00F7681D">
        <w:rPr>
          <w:rFonts w:hint="eastAsia"/>
          <w:sz w:val="24"/>
        </w:rPr>
        <w:t>⑤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きょう</w:t>
            </w:r>
          </w:rt>
          <w:rubyBase>
            <w:r w:rsidR="004D4E1C">
              <w:rPr>
                <w:sz w:val="24"/>
              </w:rPr>
              <w:t>今日</w:t>
            </w:r>
          </w:rubyBase>
        </w:ruby>
      </w:r>
      <w:r w:rsidR="004D4E1C">
        <w:rPr>
          <w:rFonts w:hint="eastAsia"/>
          <w:sz w:val="24"/>
        </w:rPr>
        <w:t xml:space="preserve">の </w:t>
      </w:r>
      <w:r w:rsidR="000218B1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4E1C" w:rsidRPr="004711D9">
              <w:rPr>
                <w:sz w:val="12"/>
              </w:rPr>
              <w:t>がくしゅう</w:t>
            </w:r>
          </w:rt>
          <w:rubyBase>
            <w:r w:rsidR="004D4E1C">
              <w:rPr>
                <w:sz w:val="24"/>
              </w:rPr>
              <w:t>学習</w:t>
            </w:r>
          </w:rubyBase>
        </w:ruby>
      </w:r>
      <w:r w:rsidR="004D4E1C">
        <w:rPr>
          <w:rFonts w:hint="eastAsia"/>
          <w:sz w:val="24"/>
        </w:rPr>
        <w:t>を ふりかえりましょう。</w:t>
      </w:r>
    </w:p>
    <w:p w:rsidR="0044427E" w:rsidRPr="004D4E1C" w:rsidRDefault="004D4E1C" w:rsidP="00C311DC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わかったことなどを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sectPr w:rsidR="0044427E" w:rsidRPr="004D4E1C" w:rsidSect="00433969">
      <w:headerReference w:type="default" r:id="rId8"/>
      <w:pgSz w:w="16838" w:h="11906" w:orient="landscape"/>
      <w:pgMar w:top="1134" w:right="1134" w:bottom="680" w:left="964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DC6" w:rsidRDefault="00310DC6" w:rsidP="00675375">
      <w:r>
        <w:separator/>
      </w:r>
    </w:p>
  </w:endnote>
  <w:endnote w:type="continuationSeparator" w:id="0">
    <w:p w:rsidR="00310DC6" w:rsidRDefault="00310DC6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DC6" w:rsidRDefault="00310DC6" w:rsidP="00675375">
      <w:r>
        <w:separator/>
      </w:r>
    </w:p>
  </w:footnote>
  <w:footnote w:type="continuationSeparator" w:id="0">
    <w:p w:rsidR="00310DC6" w:rsidRDefault="00310DC6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7D3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C514D5">
      <w:rPr>
        <w:rFonts w:hint="eastAsia"/>
        <w:bdr w:val="single" w:sz="4" w:space="0" w:color="auto"/>
      </w:rPr>
      <w:t>１</w:t>
    </w:r>
    <w:r w:rsidR="00746D4E">
      <w:rPr>
        <w:rFonts w:hint="eastAsia"/>
        <w:bdr w:val="single" w:sz="4" w:space="0" w:color="auto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896D77"/>
    <w:multiLevelType w:val="hybridMultilevel"/>
    <w:tmpl w:val="A5AC4538"/>
    <w:lvl w:ilvl="0" w:tplc="A6A2483C">
      <w:start w:val="3"/>
      <w:numFmt w:val="bullet"/>
      <w:lvlText w:val="※"/>
      <w:lvlJc w:val="left"/>
      <w:pPr>
        <w:ind w:left="5775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195" w:hanging="420"/>
      </w:pPr>
      <w:rPr>
        <w:rFonts w:ascii="Wingdings" w:hAnsi="Wingdings" w:hint="default"/>
      </w:rPr>
    </w:lvl>
  </w:abstractNum>
  <w:abstractNum w:abstractNumId="3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4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5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218B1"/>
    <w:rsid w:val="000773E8"/>
    <w:rsid w:val="000E0321"/>
    <w:rsid w:val="001B530F"/>
    <w:rsid w:val="001C59C3"/>
    <w:rsid w:val="001E3EB1"/>
    <w:rsid w:val="00237764"/>
    <w:rsid w:val="00273572"/>
    <w:rsid w:val="0028299A"/>
    <w:rsid w:val="00300944"/>
    <w:rsid w:val="00303471"/>
    <w:rsid w:val="00310DC6"/>
    <w:rsid w:val="00386379"/>
    <w:rsid w:val="003C5DF3"/>
    <w:rsid w:val="003E3DAE"/>
    <w:rsid w:val="0040268B"/>
    <w:rsid w:val="00427E81"/>
    <w:rsid w:val="00433969"/>
    <w:rsid w:val="0044427E"/>
    <w:rsid w:val="00462E49"/>
    <w:rsid w:val="004D4E1C"/>
    <w:rsid w:val="00555371"/>
    <w:rsid w:val="00593B4A"/>
    <w:rsid w:val="00623523"/>
    <w:rsid w:val="00675375"/>
    <w:rsid w:val="00690CB1"/>
    <w:rsid w:val="006B4952"/>
    <w:rsid w:val="006C1D37"/>
    <w:rsid w:val="007124A0"/>
    <w:rsid w:val="00736F94"/>
    <w:rsid w:val="00746D4E"/>
    <w:rsid w:val="007472D3"/>
    <w:rsid w:val="007852EE"/>
    <w:rsid w:val="007D5231"/>
    <w:rsid w:val="007D7C9F"/>
    <w:rsid w:val="007E2F74"/>
    <w:rsid w:val="008469F4"/>
    <w:rsid w:val="00851BF0"/>
    <w:rsid w:val="00860220"/>
    <w:rsid w:val="008E351D"/>
    <w:rsid w:val="00921F4A"/>
    <w:rsid w:val="0093352D"/>
    <w:rsid w:val="00942E1F"/>
    <w:rsid w:val="00953A1D"/>
    <w:rsid w:val="00966E8E"/>
    <w:rsid w:val="009823DF"/>
    <w:rsid w:val="00992B30"/>
    <w:rsid w:val="00992F03"/>
    <w:rsid w:val="00A22768"/>
    <w:rsid w:val="00A668A9"/>
    <w:rsid w:val="00AC3D9E"/>
    <w:rsid w:val="00B773A9"/>
    <w:rsid w:val="00BE52C1"/>
    <w:rsid w:val="00C03834"/>
    <w:rsid w:val="00C311DC"/>
    <w:rsid w:val="00C514D5"/>
    <w:rsid w:val="00C76F1A"/>
    <w:rsid w:val="00C965D8"/>
    <w:rsid w:val="00CE37D3"/>
    <w:rsid w:val="00D50B14"/>
    <w:rsid w:val="00D56B5D"/>
    <w:rsid w:val="00E11626"/>
    <w:rsid w:val="00E21C75"/>
    <w:rsid w:val="00E331DE"/>
    <w:rsid w:val="00E62CBA"/>
    <w:rsid w:val="00ED36F8"/>
    <w:rsid w:val="00ED45F9"/>
    <w:rsid w:val="00F249FE"/>
    <w:rsid w:val="00F27A00"/>
    <w:rsid w:val="00F31717"/>
    <w:rsid w:val="00F7681D"/>
    <w:rsid w:val="00FA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34A384"/>
  <w15:docId w15:val="{5CBACEF8-4AEF-4C72-B438-F74015CF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8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5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7842AA0-A405-4A79-8919-E66F03ED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D4725AB6</Template>
  <TotalTime>40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7</cp:revision>
  <cp:lastPrinted>2020-04-03T04:24:00Z</cp:lastPrinted>
  <dcterms:created xsi:type="dcterms:W3CDTF">2020-05-08T00:48:00Z</dcterms:created>
  <dcterms:modified xsi:type="dcterms:W3CDTF">2020-05-20T23:17:00Z</dcterms:modified>
</cp:coreProperties>
</file>